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04" w:rsidRDefault="00656904" w:rsidP="00656904">
      <w:pPr>
        <w:pStyle w:val="Default"/>
      </w:pPr>
    </w:p>
    <w:p w:rsidR="00656904" w:rsidRPr="00656904" w:rsidRDefault="00A10C5D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>Čestné p</w:t>
      </w:r>
      <w:r w:rsidR="00656904" w:rsidRPr="00656904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 xml:space="preserve">rohlášení o akceptaci smluvních podmínek </w:t>
      </w:r>
    </w:p>
    <w:p w:rsidR="00656904" w:rsidRPr="00656904" w:rsidRDefault="00656904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</w:pP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>
        <w:rPr>
          <w:b/>
          <w:bCs/>
          <w:lang w:eastAsia="cs-CZ"/>
        </w:rPr>
        <w:t>Dodavatel</w:t>
      </w:r>
      <w:r w:rsidRPr="004E0AA9">
        <w:rPr>
          <w:b/>
          <w:bCs/>
          <w:lang w:eastAsia="cs-CZ"/>
        </w:rPr>
        <w:t>:</w:t>
      </w:r>
      <w:r w:rsidRPr="004E0AA9">
        <w:rPr>
          <w:lang w:eastAsia="cs-CZ"/>
        </w:rPr>
        <w:tab/>
      </w:r>
      <w:r w:rsidRPr="001A5695">
        <w:rPr>
          <w:lang w:eastAsia="cs-CZ"/>
        </w:rPr>
        <w:t>[</w:t>
      </w:r>
      <w:r w:rsidRPr="004E0AA9">
        <w:rPr>
          <w:highlight w:val="yellow"/>
          <w:lang w:eastAsia="cs-CZ"/>
        </w:rPr>
        <w:t>jméno osoby/název</w:t>
      </w:r>
      <w:r>
        <w:rPr>
          <w:highlight w:val="yellow"/>
          <w:lang w:eastAsia="cs-CZ"/>
        </w:rPr>
        <w:t>/obchodní</w:t>
      </w:r>
      <w:r w:rsidRPr="004E0AA9">
        <w:rPr>
          <w:highlight w:val="yellow"/>
          <w:lang w:eastAsia="cs-CZ"/>
        </w:rPr>
        <w:t xml:space="preserve"> firm</w:t>
      </w:r>
      <w:r>
        <w:rPr>
          <w:highlight w:val="yellow"/>
          <w:lang w:eastAsia="cs-CZ"/>
        </w:rPr>
        <w:t>u</w:t>
      </w:r>
      <w:r w:rsidRPr="004E0AA9">
        <w:rPr>
          <w:highlight w:val="yellow"/>
          <w:lang w:eastAsia="cs-CZ"/>
        </w:rPr>
        <w:t xml:space="preserve"> DOPLNÍ DODAVATEL</w:t>
      </w:r>
      <w:r w:rsidRPr="004E0AA9">
        <w:rPr>
          <w:lang w:eastAsia="cs-CZ"/>
        </w:rPr>
        <w:t>]</w:t>
      </w:r>
      <w:bookmarkStart w:id="0" w:name="_GoBack"/>
      <w:bookmarkEnd w:id="0"/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ind w:left="1410"/>
        <w:textAlignment w:val="baseline"/>
        <w:rPr>
          <w:i/>
          <w:iCs/>
          <w:lang w:eastAsia="cs-CZ"/>
        </w:rPr>
      </w:pPr>
      <w:r w:rsidRPr="001A5695">
        <w:rPr>
          <w:lang w:eastAsia="cs-CZ"/>
        </w:rPr>
        <w:t>zapsaná v obchodním rejstříku vedeném</w:t>
      </w:r>
      <w:r w:rsidRPr="004E0AA9">
        <w:rPr>
          <w:lang w:eastAsia="cs-CZ"/>
        </w:rPr>
        <w:t xml:space="preserve"> </w:t>
      </w:r>
      <w:r w:rsidRPr="001A5695">
        <w:rPr>
          <w:lang w:eastAsia="cs-CZ"/>
        </w:rPr>
        <w:t>[</w:t>
      </w:r>
      <w:r w:rsidRPr="004E0AA9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  <w:r>
        <w:rPr>
          <w:lang w:eastAsia="cs-CZ"/>
        </w:rPr>
        <w:t xml:space="preserve"> pod </w:t>
      </w:r>
      <w:proofErr w:type="spellStart"/>
      <w:r>
        <w:rPr>
          <w:lang w:eastAsia="cs-CZ"/>
        </w:rPr>
        <w:t>sp</w:t>
      </w:r>
      <w:proofErr w:type="spellEnd"/>
      <w:r>
        <w:rPr>
          <w:lang w:eastAsia="cs-CZ"/>
        </w:rPr>
        <w:t>. zn.</w:t>
      </w:r>
      <w:r w:rsidRPr="001A5695"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Sídlo:</w:t>
      </w:r>
      <w:r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IČO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  <w:r w:rsidRPr="004E0AA9">
        <w:rPr>
          <w:lang w:eastAsia="cs-CZ"/>
        </w:rPr>
        <w:t>, DIČ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lang w:eastAsia="cs-CZ"/>
        </w:rPr>
      </w:pPr>
      <w:r w:rsidRPr="004E0AA9">
        <w:rPr>
          <w:lang w:eastAsia="cs-CZ"/>
        </w:rPr>
        <w:t>Bankovní spojení:</w:t>
      </w:r>
      <w:r w:rsidRPr="001A5695"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lang w:eastAsia="cs-CZ"/>
        </w:rPr>
      </w:pPr>
      <w:r w:rsidRPr="004E0AA9">
        <w:rPr>
          <w:lang w:eastAsia="cs-CZ"/>
        </w:rPr>
        <w:t>Číslo účtu:</w:t>
      </w:r>
      <w:r w:rsidRPr="001A5695"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zastoupená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jméno osoby</w:t>
      </w:r>
      <w:r>
        <w:rPr>
          <w:highlight w:val="yellow"/>
          <w:lang w:eastAsia="cs-CZ"/>
        </w:rPr>
        <w:t xml:space="preserve"> a funkci/zmocnění</w:t>
      </w:r>
      <w:r w:rsidRPr="00253A9A">
        <w:rPr>
          <w:highlight w:val="yellow"/>
          <w:lang w:eastAsia="cs-CZ"/>
        </w:rPr>
        <w:t xml:space="preserve"> DOPLNÍ DODAVATEL</w:t>
      </w:r>
      <w:r w:rsidRPr="00253A9A">
        <w:rPr>
          <w:lang w:eastAsia="cs-CZ"/>
        </w:rPr>
        <w:t>]</w:t>
      </w:r>
    </w:p>
    <w:p w:rsidR="00656904" w:rsidRDefault="00656904" w:rsidP="00656904">
      <w:pPr>
        <w:pStyle w:val="Default"/>
        <w:rPr>
          <w:sz w:val="18"/>
          <w:szCs w:val="18"/>
        </w:rPr>
      </w:pP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1A5695">
        <w:rPr>
          <w:lang w:eastAsia="cs-CZ"/>
        </w:rPr>
        <w:t>[</w:t>
      </w:r>
      <w:r w:rsidR="00A10C5D">
        <w:rPr>
          <w:highlight w:val="yellow"/>
          <w:lang w:eastAsia="cs-CZ"/>
        </w:rPr>
        <w:t>JE-LI DODAVATELEM SDRUŽENÍ, ÚČASTNÍK ZKOPÍRUJE HLAVIČKU VÝŠE PRO KAŽDÉHO ČLENA SDRUŽENÍ A CELÉ PROHLÁŠENÍ PODEPÍŠE OSOBAMI OPRÁVNĚNÝMI JEDNAT ZA SDRUŽENÍ</w:t>
      </w:r>
      <w:r w:rsidRPr="004E0AA9">
        <w:rPr>
          <w:lang w:eastAsia="cs-CZ"/>
        </w:rPr>
        <w:t>]</w:t>
      </w:r>
    </w:p>
    <w:p w:rsidR="00656904" w:rsidRDefault="00656904" w:rsidP="00656904">
      <w:pPr>
        <w:pStyle w:val="Default"/>
        <w:rPr>
          <w:sz w:val="18"/>
          <w:szCs w:val="18"/>
        </w:rPr>
      </w:pPr>
    </w:p>
    <w:p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Dodavatel tímto prohlašuje, že:</w:t>
      </w:r>
    </w:p>
    <w:p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Akceptuje smluvní podmínky tak, jak byly Zadavatelem v zadávacím řízení stanoveny, a to ve znění případných změn provedených dle § 99 zákona č. 134/2016 Sb., o zadávání veřejných zakázek. Dodavatel tímto akceptuje úplné znění smlouvy, včetně všech jejích příloh.</w:t>
      </w:r>
    </w:p>
    <w:p w:rsidR="00656904" w:rsidRDefault="00656904" w:rsidP="00656904">
      <w:pPr>
        <w:pStyle w:val="Default"/>
        <w:rPr>
          <w:sz w:val="18"/>
          <w:szCs w:val="18"/>
        </w:rPr>
      </w:pPr>
    </w:p>
    <w:p w:rsidR="009F392E" w:rsidRPr="00656904" w:rsidRDefault="00656904" w:rsidP="00656904">
      <w:r>
        <w:t>Za dodavatele:</w:t>
      </w:r>
    </w:p>
    <w:sectPr w:rsidR="009F392E" w:rsidRPr="0065690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D90" w:rsidRDefault="003C2D90" w:rsidP="00962258">
      <w:pPr>
        <w:spacing w:after="0" w:line="240" w:lineRule="auto"/>
      </w:pPr>
      <w:r>
        <w:separator/>
      </w:r>
    </w:p>
  </w:endnote>
  <w:endnote w:type="continuationSeparator" w:id="0">
    <w:p w:rsidR="003C2D90" w:rsidRDefault="003C2D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D6EF7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D84FD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4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4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5AE2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8CEBB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D90" w:rsidRDefault="003C2D90" w:rsidP="00962258">
      <w:pPr>
        <w:spacing w:after="0" w:line="240" w:lineRule="auto"/>
      </w:pPr>
      <w:r>
        <w:separator/>
      </w:r>
    </w:p>
  </w:footnote>
  <w:footnote w:type="continuationSeparator" w:id="0">
    <w:p w:rsidR="003C2D90" w:rsidRDefault="003C2D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29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1416"/>
      <w:gridCol w:w="1361"/>
      <w:gridCol w:w="681"/>
      <w:gridCol w:w="2777"/>
      <w:gridCol w:w="2921"/>
      <w:gridCol w:w="2777"/>
    </w:tblGrid>
    <w:tr w:rsidR="00F1715C" w:rsidTr="00656904">
      <w:trPr>
        <w:gridBefore w:val="2"/>
        <w:wBefore w:w="2777" w:type="dxa"/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656904" w:rsidRPr="00656904" w:rsidRDefault="00656904" w:rsidP="00FC6389">
          <w:pPr>
            <w:pStyle w:val="Druhdokumentu"/>
            <w:rPr>
              <w:sz w:val="18"/>
              <w:szCs w:val="18"/>
            </w:rPr>
          </w:pPr>
        </w:p>
        <w:p w:rsidR="00F1715C" w:rsidRPr="00656904" w:rsidRDefault="000C14F7" w:rsidP="00656904">
          <w:pPr>
            <w:tabs>
              <w:tab w:val="left" w:pos="4710"/>
            </w:tabs>
            <w:rPr>
              <w:sz w:val="18"/>
            </w:rPr>
          </w:pPr>
          <w:r>
            <w:rPr>
              <w:sz w:val="18"/>
            </w:rPr>
            <w:t>Příloha č. 24</w:t>
          </w:r>
          <w:r w:rsidR="00656904" w:rsidRPr="00656904">
            <w:rPr>
              <w:sz w:val="18"/>
            </w:rPr>
            <w:t xml:space="preserve"> Zadávací dokumentace</w:t>
          </w:r>
        </w:p>
      </w:tc>
    </w:tr>
    <w:tr w:rsidR="009F392E" w:rsidTr="00656904">
      <w:trPr>
        <w:gridAfter w:val="1"/>
        <w:wAfter w:w="2777" w:type="dxa"/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3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04"/>
    <w:rsid w:val="00072C1E"/>
    <w:rsid w:val="000C14F7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2D90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6904"/>
    <w:rsid w:val="00656A9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C5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0F8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2D175C"/>
  <w14:defaultImageDpi w14:val="32767"/>
  <w15:docId w15:val="{91766981-A603-49D8-B88D-E3264762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65690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ocuments\IT%20platforma_p&#345;ipom&#237;nky\Vzorov&#233;%20dokumenty%20od%20DD0622\Mimo%20re&#382;im%20ZZVZ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C9149E-C693-46ED-A663-FFF83EBE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Zajíčková Veronika, Mgr.</cp:lastModifiedBy>
  <cp:revision>3</cp:revision>
  <cp:lastPrinted>2017-11-28T17:18:00Z</cp:lastPrinted>
  <dcterms:created xsi:type="dcterms:W3CDTF">2022-09-22T12:23:00Z</dcterms:created>
  <dcterms:modified xsi:type="dcterms:W3CDTF">2022-10-07T07:13:00Z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